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A82E4E" w:rsidRPr="00DF5C97" w:rsidRDefault="00367C9A" w:rsidP="00DF5C97">
      <w:pPr>
        <w:pStyle w:val="berschrift4"/>
        <w:rPr>
          <w:b w:val="0"/>
          <w:sz w:val="32"/>
          <w:szCs w:val="32"/>
        </w:rPr>
      </w:pPr>
      <w:r>
        <w:rPr>
          <w:b w:val="0"/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906614</wp:posOffset>
                </wp:positionH>
                <wp:positionV relativeFrom="paragraph">
                  <wp:posOffset>614045</wp:posOffset>
                </wp:positionV>
                <wp:extent cx="7666207" cy="4951095"/>
                <wp:effectExtent l="0" t="38100" r="0" b="20955"/>
                <wp:wrapNone/>
                <wp:docPr id="317" name="Gruppieren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66207" cy="4951095"/>
                          <a:chOff x="0" y="0"/>
                          <a:chExt cx="7666207" cy="4951095"/>
                        </a:xfrm>
                      </wpg:grpSpPr>
                      <wpg:grpSp>
                        <wpg:cNvPr id="306" name="Gruppieren 306"/>
                        <wpg:cNvGrpSpPr/>
                        <wpg:grpSpPr>
                          <a:xfrm>
                            <a:off x="0" y="0"/>
                            <a:ext cx="7666207" cy="4951095"/>
                            <a:chOff x="0" y="0"/>
                            <a:chExt cx="7666207" cy="4951095"/>
                          </a:xfrm>
                        </wpg:grpSpPr>
                        <wpg:grpSp>
                          <wpg:cNvPr id="302" name="Gruppieren 302"/>
                          <wpg:cNvGrpSpPr/>
                          <wpg:grpSpPr>
                            <a:xfrm>
                              <a:off x="139700" y="44450"/>
                              <a:ext cx="7526507" cy="4859652"/>
                              <a:chOff x="0" y="0"/>
                              <a:chExt cx="7526507" cy="4859652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0700" y="0"/>
                                <a:ext cx="1963907" cy="3892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6016" w:rsidRPr="00DF6016" w:rsidRDefault="00DF6016" w:rsidP="00DF601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DF6016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Temperatur in °C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05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62600" y="4470400"/>
                                <a:ext cx="1963907" cy="3892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6016" w:rsidRPr="00DF6016" w:rsidRDefault="00DF6016" w:rsidP="00DF601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 xml:space="preserve">Zeit in </w:t>
                                  </w:r>
                                  <w:r w:rsidR="00DF5C97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Minuten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88" name="Gruppieren 288"/>
                            <wpg:cNvGrpSpPr/>
                            <wpg:grpSpPr>
                              <a:xfrm>
                                <a:off x="139700" y="4356100"/>
                                <a:ext cx="253365" cy="379730"/>
                                <a:chOff x="-16" y="-1"/>
                                <a:chExt cx="254000" cy="380077"/>
                              </a:xfrm>
                            </wpg:grpSpPr>
                            <wps:wsp>
                              <wps:cNvPr id="209" name="Rechteck 209"/>
                              <wps:cNvSpPr/>
                              <wps:spPr>
                                <a:xfrm>
                                  <a:off x="94130" y="62753"/>
                                  <a:ext cx="152400" cy="17907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6" y="-1"/>
                                  <a:ext cx="254000" cy="380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F6016" w:rsidRPr="00DF6016" w:rsidRDefault="00DF6016" w:rsidP="00DF601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301" name="Gruppieren 301"/>
                            <wpg:cNvGrpSpPr/>
                            <wpg:grpSpPr>
                              <a:xfrm>
                                <a:off x="742902" y="4355533"/>
                                <a:ext cx="4890135" cy="330767"/>
                                <a:chOff x="-48" y="-567"/>
                                <a:chExt cx="4890135" cy="330767"/>
                              </a:xfrm>
                            </wpg:grpSpPr>
                            <wps:wsp>
                              <wps:cNvPr id="214" name="Rechteck 214"/>
                              <wps:cNvSpPr/>
                              <wps:spPr>
                                <a:xfrm>
                                  <a:off x="85164" y="58270"/>
                                  <a:ext cx="4648200" cy="1968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48" y="-567"/>
                                  <a:ext cx="4890135" cy="33076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F6016" w:rsidRPr="00DF6016" w:rsidRDefault="00DF6016" w:rsidP="00DF6016">
                                    <w:pPr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ab/>
                                      <w:t xml:space="preserve">  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2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Pr="00DF5C97">
                                      <w:rPr>
                                        <w:szCs w:val="24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 xml:space="preserve">3 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Pr="00DF5C97">
                                      <w:rPr>
                                        <w:sz w:val="40"/>
                                        <w:szCs w:val="40"/>
                                      </w:rPr>
                                      <w:t xml:space="preserve">  </w:t>
                                    </w:r>
                                    <w:r w:rsidR="00DF5C97">
                                      <w:rPr>
                                        <w:sz w:val="40"/>
                                        <w:szCs w:val="40"/>
                                      </w:rPr>
                                      <w:t xml:space="preserve"> 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>4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     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5</w:t>
                                    </w:r>
                                    <w:r w:rsidRPr="00DF6016">
                                      <w:rPr>
                                        <w:szCs w:val="24"/>
                                      </w:rPr>
                                      <w:t xml:space="preserve">  </w:t>
                                    </w:r>
                                    <w:r w:rsidR="00DF5C97">
                                      <w:rPr>
                                        <w:szCs w:val="24"/>
                                      </w:rPr>
                                      <w:t xml:space="preserve">       </w:t>
                                    </w:r>
                                    <w:r w:rsidRPr="00DF6016">
                                      <w:rPr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32"/>
                                        <w:szCs w:val="32"/>
                                      </w:rPr>
                                      <w:t>6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 xml:space="preserve">        7      </w:t>
                                    </w:r>
                                    <w:r w:rsidR="00DF5C97" w:rsidRPr="00DF5C97">
                                      <w:rPr>
                                        <w:sz w:val="28"/>
                                        <w:szCs w:val="28"/>
                                      </w:rPr>
                                      <w:t xml:space="preserve">  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 xml:space="preserve">8      </w:t>
                                    </w:r>
                                    <w:r w:rsidR="00DF5C97" w:rsidRPr="00DF5C97">
                                      <w:rPr>
                                        <w:szCs w:val="24"/>
                                      </w:rPr>
                                      <w:t xml:space="preserve">  </w:t>
                                    </w:r>
                                    <w:r w:rsidR="00DF5C97">
                                      <w:rPr>
                                        <w:sz w:val="32"/>
                                        <w:szCs w:val="32"/>
                                      </w:rPr>
                                      <w:t>9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93" name="Gruppieren 293"/>
                            <wpg:cNvGrpSpPr/>
                            <wpg:grpSpPr>
                              <a:xfrm>
                                <a:off x="0" y="158750"/>
                                <a:ext cx="508635" cy="4100830"/>
                                <a:chOff x="-92267" y="45604"/>
                                <a:chExt cx="509270" cy="4100946"/>
                              </a:xfrm>
                            </wpg:grpSpPr>
                            <wps:wsp>
                              <wps:cNvPr id="291" name="Rechteck 291"/>
                              <wps:cNvSpPr/>
                              <wps:spPr>
                                <a:xfrm>
                                  <a:off x="0" y="284480"/>
                                  <a:ext cx="250825" cy="3697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92267" y="45604"/>
                                  <a:ext cx="509270" cy="4100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70</w:t>
                                    </w:r>
                                  </w:p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60</w:t>
                                    </w:r>
                                  </w:p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</w:p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30</w:t>
                                    </w:r>
                                  </w:p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20</w:t>
                                    </w:r>
                                  </w:p>
                                  <w:p w:rsidR="001743E3" w:rsidRPr="007B287A" w:rsidRDefault="001743E3" w:rsidP="00DF5C97">
                                    <w:pPr>
                                      <w:spacing w:line="74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296" name="Gerade Verbindung mit Pfeil 296"/>
                          <wps:cNvCnPr/>
                          <wps:spPr>
                            <a:xfrm flipH="1" flipV="1">
                              <a:off x="546100" y="0"/>
                              <a:ext cx="6350" cy="4951095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8" name="Gerade Verbindung mit Pfeil 298"/>
                          <wps:cNvCnPr/>
                          <wps:spPr>
                            <a:xfrm>
                              <a:off x="0" y="4413250"/>
                              <a:ext cx="7156450" cy="0"/>
                            </a:xfrm>
                            <a:prstGeom prst="straightConnector1">
                              <a:avLst/>
                            </a:prstGeom>
                            <a:ln w="57150">
                              <a:solidFill>
                                <a:srgbClr val="FF0000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3" name="Gerader Verbinder 303"/>
                          <wps:cNvCnPr/>
                          <wps:spPr>
                            <a:xfrm>
                              <a:off x="565150" y="1117600"/>
                              <a:ext cx="2730500" cy="3281817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4" name="Freihandform 304"/>
                          <wps:cNvSpPr/>
                          <wps:spPr>
                            <a:xfrm>
                              <a:off x="577850" y="1123950"/>
                              <a:ext cx="6553200" cy="2355850"/>
                            </a:xfrm>
                            <a:custGeom>
                              <a:avLst/>
                              <a:gdLst>
                                <a:gd name="connsiteX0" fmla="*/ 0 w 6553200"/>
                                <a:gd name="connsiteY0" fmla="*/ 0 h 2432050"/>
                                <a:gd name="connsiteX1" fmla="*/ 6553200 w 6553200"/>
                                <a:gd name="connsiteY1" fmla="*/ 2432050 h 24320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53200" h="2355850">
                                  <a:moveTo>
                                    <a:pt x="0" y="0"/>
                                  </a:moveTo>
                                  <a:cubicBezTo>
                                    <a:pt x="2520950" y="1521883"/>
                                    <a:pt x="4305300" y="1900767"/>
                                    <a:pt x="6553200" y="2355850"/>
                                  </a:cubicBezTo>
                                </a:path>
                              </a:pathLst>
                            </a:custGeom>
                            <a:ln w="38100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5" name="Freihandform 305"/>
                          <wps:cNvSpPr/>
                          <wps:spPr>
                            <a:xfrm>
                              <a:off x="565150" y="571500"/>
                              <a:ext cx="6578600" cy="2762250"/>
                            </a:xfrm>
                            <a:custGeom>
                              <a:avLst/>
                              <a:gdLst>
                                <a:gd name="connsiteX0" fmla="*/ 0 w 6553200"/>
                                <a:gd name="connsiteY0" fmla="*/ 0 h 2432050"/>
                                <a:gd name="connsiteX1" fmla="*/ 6553200 w 6553200"/>
                                <a:gd name="connsiteY1" fmla="*/ 2432050 h 24320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53200"/>
                                <a:gd name="connsiteY0" fmla="*/ 0 h 2355850"/>
                                <a:gd name="connsiteX1" fmla="*/ 6553200 w 6553200"/>
                                <a:gd name="connsiteY1" fmla="*/ 2355850 h 2355850"/>
                                <a:gd name="connsiteX0" fmla="*/ 0 w 6578600"/>
                                <a:gd name="connsiteY0" fmla="*/ 0 h 2762250"/>
                                <a:gd name="connsiteX1" fmla="*/ 6578600 w 6578600"/>
                                <a:gd name="connsiteY1" fmla="*/ 2762250 h 2762250"/>
                                <a:gd name="connsiteX0" fmla="*/ 0 w 6578600"/>
                                <a:gd name="connsiteY0" fmla="*/ 0 h 2762250"/>
                                <a:gd name="connsiteX1" fmla="*/ 6578600 w 6578600"/>
                                <a:gd name="connsiteY1" fmla="*/ 2762250 h 2762250"/>
                                <a:gd name="connsiteX0" fmla="*/ 0 w 6578600"/>
                                <a:gd name="connsiteY0" fmla="*/ 0 h 2762250"/>
                                <a:gd name="connsiteX1" fmla="*/ 6578600 w 6578600"/>
                                <a:gd name="connsiteY1" fmla="*/ 2762250 h 2762250"/>
                                <a:gd name="connsiteX0" fmla="*/ 0 w 6578600"/>
                                <a:gd name="connsiteY0" fmla="*/ 0 h 2762250"/>
                                <a:gd name="connsiteX1" fmla="*/ 6578600 w 6578600"/>
                                <a:gd name="connsiteY1" fmla="*/ 2762250 h 27622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6578600" h="2762250">
                                  <a:moveTo>
                                    <a:pt x="0" y="0"/>
                                  </a:moveTo>
                                  <a:cubicBezTo>
                                    <a:pt x="2101850" y="1439333"/>
                                    <a:pt x="3943350" y="2211917"/>
                                    <a:pt x="6578600" y="2762250"/>
                                  </a:cubicBezTo>
                                </a:path>
                              </a:pathLst>
                            </a:custGeom>
                            <a:ln w="38100">
                              <a:solidFill>
                                <a:srgbClr val="7030A0"/>
                              </a:solidFill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16" name="Gruppieren 316"/>
                        <wpg:cNvGrpSpPr/>
                        <wpg:grpSpPr>
                          <a:xfrm>
                            <a:off x="1169505" y="675861"/>
                            <a:ext cx="2231334" cy="2255906"/>
                            <a:chOff x="0" y="0"/>
                            <a:chExt cx="2231334" cy="2255906"/>
                          </a:xfrm>
                        </wpg:grpSpPr>
                        <wpg:grpSp>
                          <wpg:cNvPr id="311" name="Gruppieren 311"/>
                          <wpg:cNvGrpSpPr/>
                          <wpg:grpSpPr>
                            <a:xfrm>
                              <a:off x="1812234" y="1729409"/>
                              <a:ext cx="419100" cy="387350"/>
                              <a:chOff x="16565" y="-86136"/>
                              <a:chExt cx="419100" cy="387350"/>
                            </a:xfrm>
                          </wpg:grpSpPr>
                          <wps:wsp>
                            <wps:cNvPr id="309" name="Rechteck 309"/>
                            <wps:cNvSpPr/>
                            <wps:spPr>
                              <a:xfrm rot="1321322">
                                <a:off x="132522" y="0"/>
                                <a:ext cx="262255" cy="2114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8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565" y="-86136"/>
                                <a:ext cx="41910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7E25" w:rsidRPr="00E97E25" w:rsidRDefault="00E97E25" w:rsidP="00E97E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97E25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  <w:vertAlign w:val="subscript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314" name="Gruppieren 314"/>
                          <wpg:cNvGrpSpPr/>
                          <wpg:grpSpPr>
                            <a:xfrm>
                              <a:off x="288234" y="1868556"/>
                              <a:ext cx="418909" cy="387350"/>
                              <a:chOff x="428813" y="-255104"/>
                              <a:chExt cx="419100" cy="387350"/>
                            </a:xfrm>
                          </wpg:grpSpPr>
                          <wps:wsp>
                            <wps:cNvPr id="310" name="Rechteck 310"/>
                            <wps:cNvSpPr/>
                            <wps:spPr>
                              <a:xfrm rot="2660167">
                                <a:off x="497823" y="-153636"/>
                                <a:ext cx="314528" cy="23788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0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28813" y="-255104"/>
                                <a:ext cx="41910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97E25" w:rsidRPr="00E97E25" w:rsidRDefault="00E97E25" w:rsidP="00E97E2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97E25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  <w:r w:rsidRPr="00E97E25">
                                    <w:rPr>
                                      <w:b/>
                                      <w:sz w:val="36"/>
                                      <w:szCs w:val="36"/>
                                      <w:vertAlign w:val="subscript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315" name="Gruppieren 315"/>
                          <wpg:cNvGrpSpPr/>
                          <wpg:grpSpPr>
                            <a:xfrm>
                              <a:off x="0" y="0"/>
                              <a:ext cx="435471" cy="387350"/>
                              <a:chOff x="309736" y="278295"/>
                              <a:chExt cx="435671" cy="387350"/>
                            </a:xfrm>
                          </wpg:grpSpPr>
                          <wps:wsp>
                            <wps:cNvPr id="312" name="Rechteck 312"/>
                            <wps:cNvSpPr/>
                            <wps:spPr>
                              <a:xfrm rot="1792827">
                                <a:off x="309736" y="363666"/>
                                <a:ext cx="316517" cy="23956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26307" y="278295"/>
                                <a:ext cx="419100" cy="3873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67C9A" w:rsidRPr="00E97E25" w:rsidRDefault="00367C9A" w:rsidP="00367C9A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E97E25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y</w:t>
                                  </w:r>
                                  <w:r>
                                    <w:rPr>
                                      <w:b/>
                                      <w:sz w:val="36"/>
                                      <w:szCs w:val="36"/>
                                      <w:vertAlign w:val="subscript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317" o:spid="_x0000_s1026" style="position:absolute;left:0;text-align:left;margin-left:71.4pt;margin-top:48.35pt;width:603.65pt;height:389.85pt;z-index:251692032" coordsize="76662,49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">
                <v:group id="Gruppieren 306" o:spid="_x0000_s1027" style="position:absolute;width:76662;height:49510" coordsize="76662,495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group id="Gruppieren 302" o:spid="_x0000_s1028" style="position:absolute;left:1397;top:444;width:75265;height:48597" coordsize="75265,48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9" type="#_x0000_t202" style="position:absolute;left:5207;width:19639;height:3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<v:textbox>
                        <w:txbxContent>
                          <w:p w:rsidR="00DF6016" w:rsidRPr="00DF6016" w:rsidRDefault="00DF6016" w:rsidP="00DF601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6016">
                              <w:rPr>
                                <w:b/>
                                <w:sz w:val="32"/>
                                <w:szCs w:val="32"/>
                              </w:rPr>
                              <w:t>Temperatur in °C</w:t>
                            </w:r>
                          </w:p>
                        </w:txbxContent>
                      </v:textbox>
                    </v:shape>
                    <v:shape id="Textfeld 2" o:spid="_x0000_s1030" type="#_x0000_t202" style="position:absolute;left:55626;top:44704;width:19639;height:3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" stroked="f">
                      <v:textbox>
                        <w:txbxContent>
                          <w:p w:rsidR="00DF6016" w:rsidRPr="00DF6016" w:rsidRDefault="00DF6016" w:rsidP="00DF601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 xml:space="preserve">Zeit in </w:t>
                            </w:r>
                            <w:r w:rsidR="00DF5C97">
                              <w:rPr>
                                <w:b/>
                                <w:sz w:val="32"/>
                                <w:szCs w:val="32"/>
                              </w:rPr>
                              <w:t>Minuten</w:t>
                            </w:r>
                          </w:p>
                        </w:txbxContent>
                      </v:textbox>
                    </v:shape>
                    <v:group id="Gruppieren 288" o:spid="_x0000_s1031" style="position:absolute;left:1397;top:43561;width:2533;height:3797" coordorigin="-16,-1" coordsize="254000,38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    <v:rect id="Rechteck 209" o:spid="_x0000_s1032" style="position:absolute;left:94130;top:62753;width:152400;height:179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" fillcolor="white [3212]" stroked="f" strokeweight="2pt"/>
                      <v:shape id="Textfeld 2" o:spid="_x0000_s1033" type="#_x0000_t202" style="position:absolute;left:-16;top:-1;width:254000;height:380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    <v:textbox>
                          <w:txbxContent>
                            <w:p w:rsidR="00DF6016" w:rsidRPr="00DF6016" w:rsidRDefault="00DF6016" w:rsidP="00DF601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  <v:group id="Gruppieren 301" o:spid="_x0000_s1034" style="position:absolute;left:7429;top:43555;width:48901;height:3308" coordorigin=",-5" coordsize="48901,3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    <v:rect id="Rechteck 214" o:spid="_x0000_s1035" style="position:absolute;left:851;top:582;width:46482;height:19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" fillcolor="white [3212]" stroked="f" strokeweight="2pt"/>
                      <v:shape id="Textfeld 2" o:spid="_x0000_s1036" type="#_x0000_t202" style="position:absolute;top:-5;width:48900;height:33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  <v:textbox>
                          <w:txbxContent>
                            <w:p w:rsidR="00DF6016" w:rsidRPr="00DF6016" w:rsidRDefault="00DF6016" w:rsidP="00DF6016">
                              <w:pPr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sz w:val="32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ab/>
                                <w:t xml:space="preserve">  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2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 xml:space="preserve">    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DF5C97">
                                <w:rPr>
                                  <w:szCs w:val="24"/>
                                </w:rPr>
                                <w:t xml:space="preserve"> 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3 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DF5C97">
                                <w:rPr>
                                  <w:sz w:val="40"/>
                                  <w:szCs w:val="40"/>
                                </w:rPr>
                                <w:t xml:space="preserve">  </w:t>
                              </w:r>
                              <w:r w:rsidR="00DF5C97">
                                <w:rPr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>4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 xml:space="preserve">      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5</w:t>
                              </w:r>
                              <w:r w:rsidRPr="00DF6016">
                                <w:rPr>
                                  <w:szCs w:val="24"/>
                                </w:rPr>
                                <w:t xml:space="preserve">  </w:t>
                              </w:r>
                              <w:r w:rsidR="00DF5C97">
                                <w:rPr>
                                  <w:szCs w:val="24"/>
                                </w:rPr>
                                <w:t xml:space="preserve">       </w:t>
                              </w:r>
                              <w:r w:rsidRPr="00DF6016">
                                <w:rPr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32"/>
                                  <w:szCs w:val="32"/>
                                </w:rPr>
                                <w:t>6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 xml:space="preserve">        7      </w:t>
                              </w:r>
                              <w:r w:rsidR="00DF5C97" w:rsidRPr="00DF5C97">
                                <w:rPr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 xml:space="preserve">8      </w:t>
                              </w:r>
                              <w:r w:rsidR="00DF5C97" w:rsidRPr="00DF5C97">
                                <w:rPr>
                                  <w:szCs w:val="24"/>
                                </w:rPr>
                                <w:t xml:space="preserve">  </w:t>
                              </w:r>
                              <w:r w:rsidR="00DF5C97">
                                <w:rPr>
                                  <w:sz w:val="32"/>
                                  <w:szCs w:val="32"/>
                                </w:rPr>
                                <w:t>9</w:t>
                              </w:r>
                            </w:p>
                          </w:txbxContent>
                        </v:textbox>
                      </v:shape>
                    </v:group>
                    <v:group id="Gruppieren 293" o:spid="_x0000_s1037" style="position:absolute;top:1587;width:5086;height:41008" coordorigin="-922,456" coordsize="5092,4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<v:rect id="Rechteck 291" o:spid="_x0000_s1038" style="position:absolute;top:2844;width:2508;height:36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" fillcolor="white [3212]" stroked="f" strokeweight="2pt"/>
                      <v:shape id="Textfeld 2" o:spid="_x0000_s1039" type="#_x0000_t202" style="position:absolute;left:-922;top:456;width:5092;height:410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      <v:textbox>
                          <w:txbxContent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70</w:t>
                              </w:r>
                            </w:p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60</w:t>
                              </w:r>
                            </w:p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50</w:t>
                              </w:r>
                            </w:p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30</w:t>
                              </w:r>
                            </w:p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:rsidR="001743E3" w:rsidRPr="007B287A" w:rsidRDefault="001743E3" w:rsidP="00DF5C97">
                              <w:pPr>
                                <w:spacing w:line="74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96" o:spid="_x0000_s1040" type="#_x0000_t32" style="position:absolute;left:5461;width:63;height:4951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" strokecolor="red" strokeweight="4.5pt">
                    <v:stroke endarrow="block"/>
                  </v:shape>
                  <v:shape id="Gerade Verbindung mit Pfeil 298" o:spid="_x0000_s1041" type="#_x0000_t32" style="position:absolute;top:44132;width:7156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" strokecolor="red" strokeweight="4.5pt">
                    <v:stroke endarrow="block"/>
                  </v:shape>
                  <v:line id="Gerader Verbinder 303" o:spid="_x0000_s1042" style="position:absolute;visibility:visible;mso-wrap-style:square" from="5651,11176" to="32956,439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" strokecolor="#0070c0" strokeweight="3pt"/>
                  <v:shape id="Freihandform 304" o:spid="_x0000_s1043" style="position:absolute;left:5778;top:11239;width:65532;height:23559;visibility:visible;mso-wrap-style:square;v-text-anchor:middle" coordsize="6553200,2355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" path="m,c2520950,1521883,4305300,1900767,6553200,2355850e" filled="f" strokecolor="#00b050" strokeweight="3pt">
                    <v:path arrowok="t" o:connecttype="custom" o:connectlocs="0,0;6553200,2355850" o:connectangles="0,0"/>
                  </v:shape>
                  <v:shape id="Freihandform 305" o:spid="_x0000_s1044" style="position:absolute;left:5651;top:5715;width:65786;height:27622;visibility:visible;mso-wrap-style:square;v-text-anchor:middle" coordsize="6578600,2762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" path="m,c2101850,1439333,3943350,2211917,6578600,2762250e" filled="f" strokecolor="#7030a0" strokeweight="3pt">
                    <v:path arrowok="t" o:connecttype="custom" o:connectlocs="0,0;6578600,2762250" o:connectangles="0,0"/>
                  </v:shape>
                </v:group>
                <v:group id="Gruppieren 316" o:spid="_x0000_s1045" style="position:absolute;left:11695;top:6758;width:22313;height:22559" coordsize="22313,225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group id="Gruppieren 311" o:spid="_x0000_s1046" style="position:absolute;left:18122;top:17294;width:4191;height:3873" coordorigin="16565,-86136" coordsize="419100,38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">
                    <v:rect id="Rechteck 309" o:spid="_x0000_s1047" style="position:absolute;left:132522;width:262255;height:211455;rotation:144323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" fillcolor="white [3212]" stroked="f" strokeweight="2pt"/>
                    <v:shape id="Textfeld 2" o:spid="_x0000_s1048" type="#_x0000_t202" style="position:absolute;left:16565;top:-86136;width:419100;height:387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n0HwgAAANw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" filled="f" stroked="f">
                      <v:textbox>
                        <w:txbxContent>
                          <w:p w:rsidR="00E97E25" w:rsidRPr="00E97E25" w:rsidRDefault="00E97E25" w:rsidP="00E97E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7E25">
                              <w:rPr>
                                <w:b/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  <w:vertAlign w:val="sub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group id="Gruppieren 314" o:spid="_x0000_s1049" style="position:absolute;left:2882;top:18685;width:4189;height:3874" coordorigin="4288,-2551" coordsize="4191,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<v:rect id="Rechteck 310" o:spid="_x0000_s1050" style="position:absolute;left:4978;top:-1536;width:3145;height:2378;rotation:2905612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" fillcolor="white [3212]" stroked="f" strokeweight="2pt"/>
                    <v:shape id="Textfeld 2" o:spid="_x0000_s1051" type="#_x0000_t202" style="position:absolute;left:4288;top:-2551;width:4191;height:3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" filled="f" stroked="f">
                      <v:textbox>
                        <w:txbxContent>
                          <w:p w:rsidR="00E97E25" w:rsidRPr="00E97E25" w:rsidRDefault="00E97E25" w:rsidP="00E97E2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7E25">
                              <w:rPr>
                                <w:b/>
                                <w:sz w:val="32"/>
                                <w:szCs w:val="32"/>
                              </w:rPr>
                              <w:t>y</w:t>
                            </w:r>
                            <w:r w:rsidRPr="00E97E25">
                              <w:rPr>
                                <w:b/>
                                <w:sz w:val="36"/>
                                <w:szCs w:val="36"/>
                                <w:vertAlign w:val="subscript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v:group>
                  <v:group id="Gruppieren 315" o:spid="_x0000_s1052" style="position:absolute;width:4354;height:3873" coordorigin="3097,2782" coordsize="4356,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<v:rect id="Rechteck 312" o:spid="_x0000_s1053" style="position:absolute;left:3097;top:3636;width:3165;height:2396;rotation:195824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" fillcolor="white [3212]" stroked="f" strokeweight="2pt"/>
                    <v:shape id="Textfeld 2" o:spid="_x0000_s1054" type="#_x0000_t202" style="position:absolute;left:3263;top:2782;width:4191;height:38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    <v:textbox>
                        <w:txbxContent>
                          <w:p w:rsidR="00367C9A" w:rsidRPr="00E97E25" w:rsidRDefault="00367C9A" w:rsidP="00367C9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97E25">
                              <w:rPr>
                                <w:b/>
                                <w:sz w:val="32"/>
                                <w:szCs w:val="32"/>
                              </w:rPr>
                              <w:t>y</w:t>
                            </w:r>
                            <w:r>
                              <w:rPr>
                                <w:b/>
                                <w:sz w:val="36"/>
                                <w:szCs w:val="36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 w:rsidR="00DF5C97" w:rsidRPr="00DF5C97">
        <w:rPr>
          <w:b w:val="0"/>
          <w:noProof/>
          <w:sz w:val="32"/>
          <w:szCs w:val="32"/>
        </w:rPr>
        <w:drawing>
          <wp:anchor distT="0" distB="0" distL="114300" distR="114300" simplePos="0" relativeHeight="251657215" behindDoc="0" locked="0" layoutInCell="1" allowOverlap="1" wp14:anchorId="48FB9E62" wp14:editId="77F7FB47">
            <wp:simplePos x="0" y="0"/>
            <wp:positionH relativeFrom="margin">
              <wp:posOffset>868680</wp:posOffset>
            </wp:positionH>
            <wp:positionV relativeFrom="paragraph">
              <wp:posOffset>525145</wp:posOffset>
            </wp:positionV>
            <wp:extent cx="7271385" cy="5089525"/>
            <wp:effectExtent l="0" t="0" r="5715" b="0"/>
            <wp:wrapNone/>
            <wp:docPr id="300" name="Grafik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71385" cy="5089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4B6">
        <w:rPr>
          <w:sz w:val="32"/>
          <w:szCs w:val="32"/>
        </w:rPr>
        <w:t>Wah</w:t>
      </w:r>
      <w:bookmarkStart w:id="0" w:name="_GoBack"/>
      <w:bookmarkEnd w:id="0"/>
      <w:r w:rsidR="001C14B6">
        <w:rPr>
          <w:sz w:val="32"/>
          <w:szCs w:val="32"/>
        </w:rPr>
        <w:t>la</w:t>
      </w:r>
      <w:r w:rsidR="00D05412" w:rsidRPr="005C626C">
        <w:rPr>
          <w:sz w:val="32"/>
          <w:szCs w:val="32"/>
        </w:rPr>
        <w:t xml:space="preserve">ufgabe </w:t>
      </w:r>
      <w:r w:rsidR="003E518F">
        <w:rPr>
          <w:sz w:val="32"/>
          <w:szCs w:val="32"/>
        </w:rPr>
        <w:t>3</w:t>
      </w:r>
      <w:r w:rsidR="00704C9A">
        <w:rPr>
          <w:sz w:val="32"/>
          <w:szCs w:val="32"/>
        </w:rPr>
        <w:t>e</w:t>
      </w:r>
      <w:r w:rsidR="00DF5C97">
        <w:rPr>
          <w:sz w:val="32"/>
          <w:szCs w:val="32"/>
        </w:rPr>
        <w:t xml:space="preserve"> </w:t>
      </w:r>
      <w:r w:rsidR="00DF5C97" w:rsidRPr="00DF5C97">
        <w:rPr>
          <w:b w:val="0"/>
          <w:sz w:val="32"/>
          <w:szCs w:val="32"/>
        </w:rPr>
        <w:t xml:space="preserve">  </w:t>
      </w:r>
      <w:r w:rsidR="00704C9A" w:rsidRPr="00DF5C97">
        <w:rPr>
          <w:b w:val="0"/>
          <w:noProof/>
          <w:sz w:val="32"/>
          <w:szCs w:val="32"/>
        </w:rPr>
        <w:t>Im Koordinatensystem sind die Graphen der Funktionen y</w:t>
      </w:r>
      <w:r w:rsidR="00704C9A" w:rsidRPr="00DF5C97">
        <w:rPr>
          <w:b w:val="0"/>
          <w:noProof/>
          <w:sz w:val="36"/>
          <w:szCs w:val="36"/>
          <w:vertAlign w:val="subscript"/>
        </w:rPr>
        <w:t>1</w:t>
      </w:r>
      <w:r w:rsidR="00704C9A" w:rsidRPr="00DF5C97">
        <w:rPr>
          <w:b w:val="0"/>
          <w:noProof/>
          <w:sz w:val="32"/>
          <w:szCs w:val="32"/>
        </w:rPr>
        <w:t>, y</w:t>
      </w:r>
      <w:r w:rsidR="00704C9A" w:rsidRPr="00DF5C97">
        <w:rPr>
          <w:b w:val="0"/>
          <w:noProof/>
          <w:sz w:val="36"/>
          <w:szCs w:val="36"/>
          <w:vertAlign w:val="subscript"/>
        </w:rPr>
        <w:t>2</w:t>
      </w:r>
      <w:r w:rsidR="00704C9A" w:rsidRPr="00DF5C97">
        <w:rPr>
          <w:b w:val="0"/>
          <w:noProof/>
          <w:sz w:val="32"/>
          <w:szCs w:val="32"/>
        </w:rPr>
        <w:t xml:space="preserve"> und y</w:t>
      </w:r>
      <w:r w:rsidR="00704C9A" w:rsidRPr="00DF5C97">
        <w:rPr>
          <w:b w:val="0"/>
          <w:noProof/>
          <w:sz w:val="36"/>
          <w:szCs w:val="36"/>
        </w:rPr>
        <w:t>3</w:t>
      </w:r>
      <w:r w:rsidR="00704C9A" w:rsidRPr="00DF5C97">
        <w:rPr>
          <w:b w:val="0"/>
          <w:noProof/>
          <w:sz w:val="32"/>
          <w:szCs w:val="32"/>
        </w:rPr>
        <w:t xml:space="preserve"> dargestellt.</w:t>
      </w:r>
    </w:p>
    <w:sectPr w:rsidR="00A82E4E" w:rsidRPr="00DF5C97" w:rsidSect="00704C9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43E3"/>
    <w:rsid w:val="00176308"/>
    <w:rsid w:val="001C14B6"/>
    <w:rsid w:val="001D34C5"/>
    <w:rsid w:val="00232126"/>
    <w:rsid w:val="002632C1"/>
    <w:rsid w:val="002660FD"/>
    <w:rsid w:val="00284AC5"/>
    <w:rsid w:val="002A1F46"/>
    <w:rsid w:val="002E772D"/>
    <w:rsid w:val="00316AD7"/>
    <w:rsid w:val="0032295B"/>
    <w:rsid w:val="00367C9A"/>
    <w:rsid w:val="003B450E"/>
    <w:rsid w:val="003C0764"/>
    <w:rsid w:val="003E518F"/>
    <w:rsid w:val="003F2BF5"/>
    <w:rsid w:val="00472AE3"/>
    <w:rsid w:val="00473347"/>
    <w:rsid w:val="00480331"/>
    <w:rsid w:val="004B595C"/>
    <w:rsid w:val="004E1C51"/>
    <w:rsid w:val="00573373"/>
    <w:rsid w:val="005909D9"/>
    <w:rsid w:val="005B577B"/>
    <w:rsid w:val="005C2A45"/>
    <w:rsid w:val="005C626C"/>
    <w:rsid w:val="00640C79"/>
    <w:rsid w:val="006C2C59"/>
    <w:rsid w:val="00704C9A"/>
    <w:rsid w:val="00717841"/>
    <w:rsid w:val="00740FA2"/>
    <w:rsid w:val="0076208F"/>
    <w:rsid w:val="00774E83"/>
    <w:rsid w:val="007755E4"/>
    <w:rsid w:val="007A62A2"/>
    <w:rsid w:val="007B287A"/>
    <w:rsid w:val="007D169D"/>
    <w:rsid w:val="007F64DE"/>
    <w:rsid w:val="00853093"/>
    <w:rsid w:val="0085387E"/>
    <w:rsid w:val="008817D1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533D1"/>
    <w:rsid w:val="009B2651"/>
    <w:rsid w:val="009E5CE2"/>
    <w:rsid w:val="009E6FA1"/>
    <w:rsid w:val="00A0791F"/>
    <w:rsid w:val="00A138F4"/>
    <w:rsid w:val="00A27E56"/>
    <w:rsid w:val="00A43AD1"/>
    <w:rsid w:val="00A467B1"/>
    <w:rsid w:val="00A57D50"/>
    <w:rsid w:val="00A82E4E"/>
    <w:rsid w:val="00AB037B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05D01"/>
    <w:rsid w:val="00D36975"/>
    <w:rsid w:val="00D41991"/>
    <w:rsid w:val="00DC6D28"/>
    <w:rsid w:val="00DF5C97"/>
    <w:rsid w:val="00DF6016"/>
    <w:rsid w:val="00E1105B"/>
    <w:rsid w:val="00E13961"/>
    <w:rsid w:val="00E67B7D"/>
    <w:rsid w:val="00E97E25"/>
    <w:rsid w:val="00F478E1"/>
    <w:rsid w:val="00F726E4"/>
    <w:rsid w:val="00F9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BAD92-8CD0-496E-A1AD-214A4B371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20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2022-04-14T08:07:00Z</dcterms:created>
  <dcterms:modified xsi:type="dcterms:W3CDTF">2022-04-14T08:26:00Z</dcterms:modified>
</cp:coreProperties>
</file>